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A02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</w:t>
      </w:r>
    </w:p>
    <w:p w:rsidR="00C10D98" w:rsidRDefault="00144177" w:rsidP="00990A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DOSTAWĘ</w:t>
      </w:r>
      <w:r w:rsidR="00990A02">
        <w:rPr>
          <w:b/>
          <w:bCs/>
          <w:sz w:val="28"/>
          <w:szCs w:val="28"/>
        </w:rPr>
        <w:t xml:space="preserve"> APARATU</w:t>
      </w:r>
      <w:r w:rsidR="00C10D98" w:rsidRPr="00C10D98">
        <w:rPr>
          <w:b/>
          <w:bCs/>
          <w:sz w:val="28"/>
          <w:szCs w:val="28"/>
        </w:rPr>
        <w:t xml:space="preserve"> USG </w:t>
      </w:r>
      <w:bookmarkStart w:id="0" w:name="_GoBack"/>
      <w:bookmarkEnd w:id="0"/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B5491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DA5D81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C10D98" w:rsidRPr="00C10D98">
        <w:rPr>
          <w:rFonts w:asciiTheme="minorHAnsi" w:hAnsiTheme="minorHAnsi"/>
          <w:b/>
          <w:sz w:val="22"/>
        </w:rPr>
        <w:t>dostawa aparatów USG dla potrzeb Oddziału Chorób Wewnętrznych oraz Oddziału Urologii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0A64C1">
        <w:t>:</w:t>
      </w:r>
      <w:r w:rsidR="00DC077E">
        <w:t xml:space="preserve"> </w:t>
      </w:r>
      <w:r w:rsidR="000A64C1">
        <w:t>2 miesiące</w:t>
      </w:r>
      <w:r w:rsidR="00C82D97" w:rsidRPr="00EC757E">
        <w:t xml:space="preserve"> od dnia podpisania umowy</w:t>
      </w:r>
      <w:r w:rsidR="000A64C1">
        <w:t>.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2362C0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2C0B4E">
        <w:rPr>
          <w:sz w:val="22"/>
          <w:szCs w:val="22"/>
        </w:rPr>
        <w:t xml:space="preserve"> (stanowiący</w:t>
      </w:r>
      <w:r w:rsidR="00FE49B8">
        <w:rPr>
          <w:sz w:val="22"/>
          <w:szCs w:val="22"/>
        </w:rPr>
        <w:t xml:space="preserve"> załącznik nr </w:t>
      </w:r>
      <w:r w:rsidR="00BA5A30">
        <w:rPr>
          <w:sz w:val="22"/>
          <w:szCs w:val="22"/>
        </w:rPr>
        <w:t>6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 w:rsidR="00BA5A30"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>
        <w:rPr>
          <w:sz w:val="22"/>
          <w:szCs w:val="22"/>
        </w:rPr>
        <w:t>projekt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DA5D81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171B9C" w:rsidRPr="0040028D" w:rsidRDefault="000A64C1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>
        <w:rPr>
          <w:sz w:val="22"/>
        </w:rPr>
        <w:t xml:space="preserve">  </w:t>
      </w:r>
      <w:r w:rsidR="00794CB8"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proofErr w:type="spellStart"/>
      <w:r w:rsidRPr="00A50565">
        <w:rPr>
          <w:sz w:val="22"/>
        </w:rPr>
        <w:t>o</w:t>
      </w:r>
      <w:r w:rsidR="006C73E0" w:rsidRPr="00A50565">
        <w:rPr>
          <w:sz w:val="22"/>
        </w:rPr>
        <w:t>dnr</w:t>
      </w:r>
      <w:proofErr w:type="spellEnd"/>
      <w:r w:rsidR="006C73E0" w:rsidRPr="00A50565">
        <w:rPr>
          <w:sz w:val="22"/>
        </w:rPr>
        <w:t xml:space="preserve">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366" w:rsidRDefault="00C07366">
      <w:r>
        <w:separator/>
      </w:r>
    </w:p>
  </w:endnote>
  <w:endnote w:type="continuationSeparator" w:id="0">
    <w:p w:rsidR="00C07366" w:rsidRDefault="00C07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71548F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71548F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990A02">
          <w:rPr>
            <w:noProof/>
          </w:rPr>
          <w:t>2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366" w:rsidRDefault="00C07366">
      <w:r>
        <w:separator/>
      </w:r>
    </w:p>
  </w:footnote>
  <w:footnote w:type="continuationSeparator" w:id="0">
    <w:p w:rsidR="00C07366" w:rsidRDefault="00C07366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F96397">
      <w:rPr>
        <w:rFonts w:ascii="Arial" w:hAnsi="Arial"/>
        <w:noProof/>
        <w:sz w:val="20"/>
        <w:szCs w:val="20"/>
      </w:rPr>
      <w:t>k sprawy: SP ZOZ NZZP II 2400/22</w:t>
    </w:r>
    <w:r w:rsidR="0063440B">
      <w:rPr>
        <w:rFonts w:ascii="Arial" w:hAnsi="Arial"/>
        <w:noProof/>
        <w:sz w:val="20"/>
        <w:szCs w:val="20"/>
      </w:rPr>
      <w:t>/20</w:t>
    </w:r>
    <w:r w:rsidR="00F71C44">
      <w:rPr>
        <w:rFonts w:ascii="Arial" w:hAnsi="Arial"/>
        <w:noProof/>
        <w:sz w:val="20"/>
        <w:szCs w:val="20"/>
      </w:rPr>
      <w:t xml:space="preserve">                       </w:t>
    </w:r>
    <w:r w:rsidRPr="007929C3">
      <w:rPr>
        <w:rFonts w:ascii="Arial" w:hAnsi="Arial"/>
        <w:noProof/>
        <w:sz w:val="20"/>
        <w:szCs w:val="20"/>
      </w:rPr>
      <w:tab/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4C1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362C0"/>
    <w:rsid w:val="002410D0"/>
    <w:rsid w:val="00241D45"/>
    <w:rsid w:val="00242BFC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0B4E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D4033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17233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95390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440B"/>
    <w:rsid w:val="00637F1C"/>
    <w:rsid w:val="00640573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3B80"/>
    <w:rsid w:val="006B7438"/>
    <w:rsid w:val="006C73E0"/>
    <w:rsid w:val="006D6DCA"/>
    <w:rsid w:val="006E65D1"/>
    <w:rsid w:val="006E6849"/>
    <w:rsid w:val="006F330F"/>
    <w:rsid w:val="00702A3D"/>
    <w:rsid w:val="007045EC"/>
    <w:rsid w:val="00704AE5"/>
    <w:rsid w:val="007110EF"/>
    <w:rsid w:val="00714B42"/>
    <w:rsid w:val="0071548F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0E4B"/>
    <w:rsid w:val="00741AD6"/>
    <w:rsid w:val="0075211C"/>
    <w:rsid w:val="007602A2"/>
    <w:rsid w:val="00761241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61B5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D7C09"/>
    <w:rsid w:val="008E6FCC"/>
    <w:rsid w:val="008F018E"/>
    <w:rsid w:val="008F0287"/>
    <w:rsid w:val="008F1094"/>
    <w:rsid w:val="008F4E0C"/>
    <w:rsid w:val="008F50E6"/>
    <w:rsid w:val="008F6083"/>
    <w:rsid w:val="008F716C"/>
    <w:rsid w:val="008F73AA"/>
    <w:rsid w:val="008F797E"/>
    <w:rsid w:val="00903CCE"/>
    <w:rsid w:val="00905507"/>
    <w:rsid w:val="00921FDA"/>
    <w:rsid w:val="00930E98"/>
    <w:rsid w:val="00931229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0DD6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0A0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96DCA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0A2E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5A30"/>
    <w:rsid w:val="00BA7C73"/>
    <w:rsid w:val="00BB6C81"/>
    <w:rsid w:val="00BC5439"/>
    <w:rsid w:val="00BD3411"/>
    <w:rsid w:val="00BD4F69"/>
    <w:rsid w:val="00BD5A81"/>
    <w:rsid w:val="00BD7A4E"/>
    <w:rsid w:val="00BF350B"/>
    <w:rsid w:val="00BF65E2"/>
    <w:rsid w:val="00C04FAF"/>
    <w:rsid w:val="00C07366"/>
    <w:rsid w:val="00C10D98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A5D81"/>
    <w:rsid w:val="00DB0D50"/>
    <w:rsid w:val="00DB1310"/>
    <w:rsid w:val="00DC077E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053C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5641C"/>
    <w:rsid w:val="00F60080"/>
    <w:rsid w:val="00F67E10"/>
    <w:rsid w:val="00F71C44"/>
    <w:rsid w:val="00F730B4"/>
    <w:rsid w:val="00F750FD"/>
    <w:rsid w:val="00F75FDE"/>
    <w:rsid w:val="00F80F77"/>
    <w:rsid w:val="00F81170"/>
    <w:rsid w:val="00F8121A"/>
    <w:rsid w:val="00F82B67"/>
    <w:rsid w:val="00F8345D"/>
    <w:rsid w:val="00F85518"/>
    <w:rsid w:val="00F96397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1076D56-57F1-4047-A941-7088247D7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85B86-46B8-41D8-8434-8556874A7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78</TotalTime>
  <Pages>3</Pages>
  <Words>1006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7028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xxx</cp:lastModifiedBy>
  <cp:revision>175</cp:revision>
  <cp:lastPrinted>2019-03-06T11:54:00Z</cp:lastPrinted>
  <dcterms:created xsi:type="dcterms:W3CDTF">2018-03-08T08:22:00Z</dcterms:created>
  <dcterms:modified xsi:type="dcterms:W3CDTF">2020-06-23T11:02:00Z</dcterms:modified>
  <cp:category/>
</cp:coreProperties>
</file>